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4"/>
        <w:gridCol w:w="1701"/>
        <w:gridCol w:w="851"/>
        <w:gridCol w:w="3402"/>
        <w:gridCol w:w="1134"/>
        <w:gridCol w:w="1062"/>
      </w:tblGrid>
      <w:tr w:rsidR="000B3D6E" w:rsidTr="00EA39AA">
        <w:trPr>
          <w:trHeight w:val="416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3D6E" w:rsidRDefault="000B3D6E" w:rsidP="00BA3CD2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Pr="00DA06AF" w:rsidRDefault="000B3D6E">
            <w:pPr>
              <w:jc w:val="left"/>
              <w:rPr>
                <w:rFonts w:asciiTheme="minorHAnsi" w:hAnsiTheme="minorHAnsi"/>
                <w:szCs w:val="18"/>
              </w:rPr>
            </w:pPr>
            <w:r w:rsidRPr="00DA06AF">
              <w:rPr>
                <w:rFonts w:asciiTheme="minorHAnsi" w:hAnsiTheme="minorHAnsi"/>
                <w:szCs w:val="18"/>
              </w:rPr>
              <w:t>20</w:t>
            </w:r>
            <w:r w:rsidR="0075211B">
              <w:rPr>
                <w:rFonts w:asciiTheme="minorHAnsi" w:hAnsiTheme="minorHAnsi" w:hint="eastAsia"/>
                <w:szCs w:val="18"/>
              </w:rPr>
              <w:t>13</w:t>
            </w:r>
            <w:r w:rsidRPr="00DA06AF">
              <w:rPr>
                <w:rFonts w:asciiTheme="minorHAnsi" w:hAnsiTheme="minorHAnsi"/>
                <w:szCs w:val="18"/>
              </w:rPr>
              <w:t>119</w:t>
            </w:r>
            <w:r w:rsidR="0075211B">
              <w:rPr>
                <w:rFonts w:asciiTheme="minorHAnsi" w:hAnsiTheme="minorHAnsi" w:hint="eastAsia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 w:rsidP="00DA06AF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 w:rsidP="00EA39AA">
            <w:pPr>
              <w:jc w:val="left"/>
              <w:rPr>
                <w:szCs w:val="18"/>
              </w:rPr>
            </w:pPr>
            <w:r w:rsidRPr="00DA06AF">
              <w:rPr>
                <w:rFonts w:asciiTheme="minorHAnsi" w:hAnsiTheme="minorHAnsi"/>
                <w:szCs w:val="18"/>
              </w:rPr>
              <w:t>4</w:t>
            </w:r>
            <w:r>
              <w:rPr>
                <w:rFonts w:hint="eastAsia"/>
                <w:szCs w:val="18"/>
              </w:rPr>
              <w:t>月</w:t>
            </w:r>
            <w:r w:rsidR="00EA39AA">
              <w:rPr>
                <w:rFonts w:asciiTheme="minorHAnsi" w:hAnsiTheme="minorHAnsi"/>
                <w:szCs w:val="18"/>
              </w:rPr>
              <w:t>31</w:t>
            </w:r>
            <w:r>
              <w:rPr>
                <w:rFonts w:hint="eastAsia"/>
                <w:szCs w:val="18"/>
              </w:rPr>
              <w:t>日</w:t>
            </w:r>
          </w:p>
        </w:tc>
      </w:tr>
      <w:tr w:rsidR="00EA39AA" w:rsidTr="00EA39AA">
        <w:trPr>
          <w:trHeight w:val="335"/>
          <w:jc w:val="center"/>
        </w:trPr>
        <w:tc>
          <w:tcPr>
            <w:tcW w:w="1064" w:type="dxa"/>
            <w:tcBorders>
              <w:top w:val="single" w:sz="4" w:space="0" w:color="auto"/>
              <w:right w:val="nil"/>
            </w:tcBorders>
            <w:vAlign w:val="center"/>
          </w:tcPr>
          <w:p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 w:rsidRPr="00DA06AF">
              <w:rPr>
                <w:rFonts w:asciiTheme="minorHAnsi" w:hAnsiTheme="minorHAnsi"/>
                <w:szCs w:val="18"/>
              </w:rPr>
              <w:t>-X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情報基礎実習のレポートの書き方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r>
              <w:rPr>
                <w:rFonts w:hint="eastAsia"/>
                <w:szCs w:val="18"/>
              </w:rPr>
              <w:t>逸村</w:t>
            </w:r>
            <w:r>
              <w:t>裕</w:t>
            </w:r>
          </w:p>
          <w:p w:rsidR="00EA39AA" w:rsidRDefault="00EA39AA" w:rsidP="00EA39AA">
            <w:pPr>
              <w:rPr>
                <w:szCs w:val="18"/>
              </w:rPr>
            </w:pPr>
            <w:r>
              <w:rPr>
                <w:rFonts w:hint="eastAsia"/>
              </w:rPr>
              <w:t>高久雅生</w:t>
            </w:r>
          </w:p>
        </w:tc>
      </w:tr>
    </w:tbl>
    <w:p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はじめに</w:t>
      </w:r>
    </w:p>
    <w:p w:rsidR="00F573A0" w:rsidRDefault="000B3D6E" w:rsidP="00DA06AF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>こ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れは情報基礎実習の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レポートを書くための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書式例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である。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レポートでは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A4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版用紙を縦使い・横書きで使用し、用紙の上下左右にはそれぞれ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30mm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程度の余白を取る。本文は一段組で、フォントは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原則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日本語であれば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MS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明朝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、英数字であれば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Century</w:t>
      </w:r>
      <w:r w:rsidR="008C56EB">
        <w:rPr>
          <w:rFonts w:asciiTheme="minorHAnsi" w:eastAsiaTheme="minorEastAsia" w:hAnsiTheme="minorHAnsi"/>
          <w:sz w:val="21"/>
          <w:szCs w:val="21"/>
        </w:rPr>
        <w:t>とするが</w:t>
      </w:r>
      <w:r w:rsidR="0075211B">
        <w:rPr>
          <w:rFonts w:asciiTheme="minorHAnsi" w:eastAsiaTheme="minorEastAsia" w:hAnsiTheme="minorHAnsi"/>
          <w:sz w:val="21"/>
          <w:szCs w:val="21"/>
        </w:rPr>
        <w:t>、</w:t>
      </w:r>
      <w:r w:rsidR="008C56EB">
        <w:rPr>
          <w:rFonts w:asciiTheme="minorHAnsi" w:eastAsiaTheme="minorEastAsia" w:hAnsiTheme="minorHAnsi"/>
          <w:sz w:val="21"/>
          <w:szCs w:val="21"/>
        </w:rPr>
        <w:t>見出しなどにおいては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MS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ゴシック</w:t>
      </w:r>
      <w:r w:rsidR="00EA39AA">
        <w:rPr>
          <w:rFonts w:asciiTheme="minorHAnsi" w:eastAsiaTheme="minorEastAsia" w:hAnsiTheme="minorHAnsi" w:hint="eastAsia"/>
          <w:sz w:val="21"/>
          <w:szCs w:val="21"/>
        </w:rPr>
        <w:t>、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Arial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を使用してもよい。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フォントサイズは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10.5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ポイント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、英数字は半角文字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を原則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とし、章節を立てる。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本稿では、参考のため一般的な実験レポートにおける章節を一部分だが立てた。本</w:t>
      </w:r>
      <w:bookmarkStart w:id="0" w:name="_GoBack"/>
      <w:bookmarkEnd w:id="0"/>
      <w:r w:rsidR="00EA39AA">
        <w:rPr>
          <w:rFonts w:asciiTheme="minorEastAsia" w:eastAsiaTheme="minorEastAsia" w:hAnsiTheme="minorEastAsia" w:hint="eastAsia"/>
          <w:sz w:val="21"/>
          <w:szCs w:val="21"/>
        </w:rPr>
        <w:t>授業では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用紙節約のため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表紙は省略し、代替として</w:t>
      </w:r>
      <w:r w:rsidR="00A934C4" w:rsidRPr="007D0134">
        <w:rPr>
          <w:rFonts w:asciiTheme="minorHAnsi" w:eastAsiaTheme="minorEastAsia" w:hAnsiTheme="minorHAnsi"/>
          <w:sz w:val="21"/>
          <w:szCs w:val="21"/>
        </w:rPr>
        <w:t>1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枚目上部に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>学籍番号などを記した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見出し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をつける。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また、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レポート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用紙</w:t>
      </w:r>
      <w:r w:rsidR="00A934C4" w:rsidRPr="007D0134">
        <w:rPr>
          <w:rFonts w:asciiTheme="minorHAnsi" w:eastAsiaTheme="minorEastAsia" w:hAnsiTheme="minorHAnsi"/>
          <w:sz w:val="21"/>
          <w:szCs w:val="21"/>
        </w:rPr>
        <w:t>2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枚以上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となる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際は左上を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ステイプラ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（針無しは不可）</w:t>
      </w:r>
      <w:r w:rsidR="00217F2B">
        <w:rPr>
          <w:rFonts w:asciiTheme="minorEastAsia" w:eastAsiaTheme="minorEastAsia" w:hAnsiTheme="minorEastAsia"/>
          <w:sz w:val="21"/>
          <w:szCs w:val="21"/>
        </w:rPr>
        <w:t>で留める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EA39AA" w:rsidRPr="00DA06AF" w:rsidRDefault="00EA39AA" w:rsidP="00DA06AF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レポートの最後には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参照した図書、雑誌記事・論文、</w:t>
      </w:r>
      <w:r w:rsidRPr="007D0134">
        <w:rPr>
          <w:rFonts w:asciiTheme="minorHAnsi" w:eastAsiaTheme="minorEastAsia" w:hAnsiTheme="minorHAnsi"/>
          <w:sz w:val="21"/>
          <w:szCs w:val="21"/>
        </w:rPr>
        <w:t>Web</w:t>
      </w:r>
      <w:r>
        <w:rPr>
          <w:rFonts w:asciiTheme="minorEastAsia" w:eastAsiaTheme="minorEastAsia" w:hAnsiTheme="minorEastAsia" w:hint="eastAsia"/>
          <w:sz w:val="21"/>
          <w:szCs w:val="21"/>
        </w:rPr>
        <w:t>ページ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等の書誌事項を記載する。記述</w:t>
      </w:r>
      <w:r>
        <w:rPr>
          <w:rFonts w:asciiTheme="minorEastAsia" w:eastAsiaTheme="minorEastAsia" w:hAnsiTheme="minorEastAsia" w:hint="eastAsia"/>
          <w:sz w:val="21"/>
          <w:szCs w:val="21"/>
        </w:rPr>
        <w:t>方法に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は</w:t>
      </w:r>
      <w:r>
        <w:rPr>
          <w:rFonts w:asciiTheme="minorEastAsia" w:eastAsiaTheme="minorEastAsia" w:hAnsiTheme="minorEastAsia" w:hint="eastAsia"/>
          <w:sz w:val="21"/>
          <w:szCs w:val="21"/>
        </w:rPr>
        <w:t>様々な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流派がある</w:t>
      </w:r>
      <w:r>
        <w:rPr>
          <w:rFonts w:asciiTheme="minorEastAsia" w:eastAsiaTheme="minorEastAsia" w:hAnsiTheme="minorEastAsia" w:hint="eastAsia"/>
          <w:sz w:val="21"/>
          <w:szCs w:val="21"/>
        </w:rPr>
        <w:t>が、本授業では</w:t>
      </w:r>
      <w:r w:rsidRPr="007D0134">
        <w:rPr>
          <w:rFonts w:asciiTheme="minorHAnsi" w:eastAsiaTheme="minorEastAsia" w:hAnsiTheme="minorHAnsi"/>
          <w:sz w:val="21"/>
          <w:szCs w:val="21"/>
        </w:rPr>
        <w:t>SIST02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を用いる</w:t>
      </w:r>
      <w:r>
        <w:rPr>
          <w:rFonts w:asciiTheme="minorEastAsia" w:eastAsiaTheme="minorEastAsia" w:hAnsiTheme="minorEastAsia" w:hint="eastAsia"/>
          <w:sz w:val="21"/>
          <w:szCs w:val="21"/>
        </w:rPr>
        <w:t>こと。</w:t>
      </w:r>
    </w:p>
    <w:p w:rsidR="00EA39AA" w:rsidRDefault="00A07CF8" w:rsidP="00EA39AA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なお、</w:t>
      </w:r>
      <w:r w:rsidR="000B3D6E" w:rsidRPr="00DA06AF">
        <w:rPr>
          <w:rFonts w:asciiTheme="minorEastAsia" w:eastAsiaTheme="minorEastAsia" w:hAnsiTheme="minorEastAsia" w:hint="eastAsia"/>
          <w:sz w:val="21"/>
          <w:szCs w:val="21"/>
        </w:rPr>
        <w:t>レポートの書き方についての図書は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数多く出ている</w:t>
      </w:r>
      <w:r w:rsidR="00DA06AF" w:rsidRPr="007D0134">
        <w:rPr>
          <w:rFonts w:asciiTheme="minorHAnsi" w:eastAsiaTheme="minorEastAsia" w:hAnsiTheme="minorHAnsi"/>
          <w:sz w:val="21"/>
          <w:szCs w:val="21"/>
          <w:vertAlign w:val="superscript"/>
        </w:rPr>
        <w:t>(1,2)</w:t>
      </w:r>
      <w:r>
        <w:rPr>
          <w:rFonts w:asciiTheme="minorEastAsia" w:eastAsiaTheme="minorEastAsia" w:hAnsiTheme="minorEastAsia" w:hint="eastAsia"/>
          <w:sz w:val="21"/>
          <w:szCs w:val="21"/>
        </w:rPr>
        <w:t>ので、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レポート作成にあたっては適宜</w:t>
      </w:r>
      <w:r>
        <w:rPr>
          <w:rFonts w:asciiTheme="minorEastAsia" w:eastAsiaTheme="minorEastAsia" w:hAnsiTheme="minorEastAsia" w:hint="eastAsia"/>
          <w:sz w:val="21"/>
          <w:szCs w:val="21"/>
        </w:rPr>
        <w:t>参考にすること。ただし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分野・授業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ごとに書式は異なるため、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詳細は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その都度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担当教員に確認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せよ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17F2B" w:rsidRPr="00DA06AF" w:rsidRDefault="00217F2B">
      <w:pPr>
        <w:rPr>
          <w:rFonts w:asciiTheme="minorEastAsia" w:eastAsiaTheme="minorEastAsia" w:hAnsiTheme="minorEastAsia"/>
          <w:sz w:val="21"/>
          <w:szCs w:val="21"/>
        </w:rPr>
      </w:pPr>
    </w:p>
    <w:p w:rsidR="00217F2B" w:rsidRDefault="00217F2B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目的</w:t>
      </w:r>
    </w:p>
    <w:p w:rsidR="00217F2B" w:rsidRDefault="00EA39AA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まずは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このレポート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の目的を明らかにする。</w:t>
      </w:r>
    </w:p>
    <w:p w:rsidR="00F573A0" w:rsidRPr="00DA06AF" w:rsidRDefault="00F573A0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方法</w:t>
      </w:r>
    </w:p>
    <w:p w:rsidR="00217F2B" w:rsidRDefault="00101480">
      <w:pPr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 xml:space="preserve">　何をどのように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行うことで目的を達成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しようと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するのかを詳細に記述する。たとえば、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実験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によって明らかにするのか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それとも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調査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を行うのかなど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17F2B" w:rsidRPr="007D0134" w:rsidRDefault="000B3D6E" w:rsidP="00DA06AF">
      <w:pPr>
        <w:pStyle w:val="a8"/>
        <w:numPr>
          <w:ilvl w:val="1"/>
          <w:numId w:val="13"/>
        </w:numPr>
        <w:ind w:leftChars="0"/>
        <w:rPr>
          <w:rFonts w:ascii="ＭＳ ゴシック" w:eastAsia="ＭＳ ゴシック" w:hAnsi="ＭＳ ゴシック"/>
          <w:sz w:val="21"/>
          <w:szCs w:val="21"/>
        </w:rPr>
      </w:pPr>
      <w:r w:rsidRPr="007D0134">
        <w:rPr>
          <w:rFonts w:ascii="ＭＳ ゴシック" w:eastAsia="ＭＳ ゴシック" w:hAnsi="ＭＳ ゴシック" w:hint="eastAsia"/>
          <w:sz w:val="21"/>
          <w:szCs w:val="21"/>
        </w:rPr>
        <w:t>対象</w:t>
      </w:r>
    </w:p>
    <w:p w:rsidR="000B3D6E" w:rsidRPr="007D0134" w:rsidRDefault="00101480" w:rsidP="00DA06AF">
      <w:pPr>
        <w:pStyle w:val="a8"/>
        <w:numPr>
          <w:ilvl w:val="1"/>
          <w:numId w:val="13"/>
        </w:numPr>
        <w:ind w:leftChars="0"/>
        <w:rPr>
          <w:rFonts w:ascii="ＭＳ ゴシック" w:eastAsia="ＭＳ ゴシック" w:hAnsi="ＭＳ ゴシック"/>
          <w:sz w:val="21"/>
          <w:szCs w:val="21"/>
        </w:rPr>
      </w:pPr>
      <w:r w:rsidRPr="007D0134">
        <w:rPr>
          <w:rFonts w:ascii="ＭＳ ゴシック" w:eastAsia="ＭＳ ゴシック" w:hAnsi="ＭＳ ゴシック" w:hint="eastAsia"/>
          <w:sz w:val="21"/>
          <w:szCs w:val="21"/>
        </w:rPr>
        <w:t>具体的な</w:t>
      </w:r>
      <w:r w:rsidR="000B3D6E" w:rsidRPr="007D0134">
        <w:rPr>
          <w:rFonts w:ascii="ＭＳ ゴシック" w:eastAsia="ＭＳ ゴシック" w:hAnsi="ＭＳ ゴシック" w:hint="eastAsia"/>
          <w:sz w:val="21"/>
          <w:szCs w:val="21"/>
        </w:rPr>
        <w:t>方法</w:t>
      </w:r>
    </w:p>
    <w:p w:rsidR="00217F2B" w:rsidRPr="00DA06AF" w:rsidRDefault="00217F2B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結果</w:t>
      </w:r>
    </w:p>
    <w:p w:rsidR="00101480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 xml:space="preserve">　図表をうまく活用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し、実験や調査の結果を書く。ただし、単に結果を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羅列するだけで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なく、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データのどこに着目でき、何が言えるのか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まとめも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データごとに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必要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である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総論としての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まとめは考察のあとに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行う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）。</w:t>
      </w:r>
    </w:p>
    <w:p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考察</w:t>
      </w:r>
    </w:p>
    <w:p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 xml:space="preserve">　結果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に基づいて論理的に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考察す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る。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結論やまとめは別途章節を立てても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よい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101480">
      <w:pPr>
        <w:rPr>
          <w:rFonts w:asciiTheme="majorEastAsia" w:eastAsiaTheme="majorEastAsia" w:hAnsiTheme="majorEastAsia"/>
          <w:sz w:val="21"/>
          <w:szCs w:val="21"/>
          <w:lang w:val="fr-FR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参照文献</w:t>
      </w:r>
    </w:p>
    <w:p w:rsidR="000B3D6E" w:rsidRDefault="000B3D6E" w:rsidP="00DA06AF">
      <w:pPr>
        <w:pStyle w:val="a8"/>
        <w:numPr>
          <w:ilvl w:val="0"/>
          <w:numId w:val="16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>木下是雄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理科系の作文技術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DA06AF">
        <w:rPr>
          <w:rFonts w:asciiTheme="minorEastAsia" w:eastAsiaTheme="minorEastAsia" w:hAnsiTheme="minorEastAsia"/>
          <w:sz w:val="21"/>
          <w:szCs w:val="21"/>
        </w:rPr>
        <w:t>中央公論社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7D0134">
        <w:rPr>
          <w:rFonts w:asciiTheme="minorHAnsi" w:eastAsiaTheme="minorEastAsia" w:hAnsiTheme="minorHAnsi"/>
          <w:sz w:val="21"/>
          <w:szCs w:val="21"/>
        </w:rPr>
        <w:t>1981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="008C56EB" w:rsidRPr="007D0134">
        <w:rPr>
          <w:rFonts w:asciiTheme="minorHAnsi" w:eastAsiaTheme="minorEastAsia" w:hAnsiTheme="minorHAnsi"/>
          <w:sz w:val="21"/>
          <w:szCs w:val="21"/>
        </w:rPr>
        <w:t>244p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.</w:t>
      </w:r>
    </w:p>
    <w:p w:rsidR="00217F2B" w:rsidRPr="00EA39AA" w:rsidRDefault="008C56EB" w:rsidP="00EA39AA">
      <w:pPr>
        <w:pStyle w:val="a8"/>
        <w:numPr>
          <w:ilvl w:val="0"/>
          <w:numId w:val="16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8C56EB">
        <w:rPr>
          <w:rFonts w:asciiTheme="minorEastAsia" w:eastAsiaTheme="minorEastAsia" w:hAnsiTheme="minorEastAsia" w:hint="eastAsia"/>
          <w:sz w:val="21"/>
          <w:szCs w:val="21"/>
        </w:rPr>
        <w:t>河野哲也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レポート・論文の書き方入門</w:t>
      </w:r>
      <w:r>
        <w:rPr>
          <w:rFonts w:asciiTheme="minorEastAsia" w:eastAsiaTheme="minorEastAsia" w:hAnsiTheme="minorEastAsia" w:hint="eastAsia"/>
          <w:sz w:val="21"/>
          <w:szCs w:val="21"/>
        </w:rPr>
        <w:t>. 改訂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版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慶応義塾大学出版会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7D0134">
        <w:rPr>
          <w:rFonts w:asciiTheme="minorHAnsi" w:eastAsiaTheme="minorEastAsia" w:hAnsiTheme="minorHAnsi"/>
          <w:sz w:val="21"/>
          <w:szCs w:val="21"/>
        </w:rPr>
        <w:lastRenderedPageBreak/>
        <w:t>1998, 106p</w:t>
      </w:r>
      <w:r>
        <w:rPr>
          <w:rFonts w:asciiTheme="minorEastAsia" w:eastAsiaTheme="minorEastAsia" w:hAnsiTheme="minorEastAsia" w:hint="eastAsia"/>
          <w:sz w:val="21"/>
          <w:szCs w:val="21"/>
        </w:rPr>
        <w:t>.</w:t>
      </w:r>
    </w:p>
    <w:sectPr w:rsidR="00217F2B" w:rsidRPr="00EA39AA" w:rsidSect="00EF31DC">
      <w:footerReference w:type="even" r:id="rId8"/>
      <w:footerReference w:type="default" r:id="rId9"/>
      <w:pgSz w:w="11906" w:h="16838" w:code="9"/>
      <w:pgMar w:top="1701" w:right="1701" w:bottom="1134" w:left="1701" w:header="907" w:footer="794" w:gutter="0"/>
      <w:cols w:space="425"/>
      <w:docGrid w:type="linesAndChars" w:linePitch="335" w:charSpace="66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2E" w:rsidRDefault="006D7F2E">
      <w:r>
        <w:separator/>
      </w:r>
    </w:p>
  </w:endnote>
  <w:endnote w:type="continuationSeparator" w:id="0">
    <w:p w:rsidR="006D7F2E" w:rsidRDefault="006D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33E" w:rsidRDefault="0077133E" w:rsidP="006F2EB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133E" w:rsidRDefault="007713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33E" w:rsidRPr="007D0134" w:rsidRDefault="0077133E" w:rsidP="006F2EB9">
    <w:pPr>
      <w:pStyle w:val="a4"/>
      <w:framePr w:wrap="around" w:vAnchor="text" w:hAnchor="margin" w:xAlign="center" w:y="1"/>
      <w:rPr>
        <w:rStyle w:val="a7"/>
        <w:sz w:val="21"/>
      </w:rPr>
    </w:pPr>
    <w:r w:rsidRPr="007D0134">
      <w:rPr>
        <w:rStyle w:val="a7"/>
        <w:sz w:val="21"/>
      </w:rPr>
      <w:fldChar w:fldCharType="begin"/>
    </w:r>
    <w:r w:rsidRPr="007D0134">
      <w:rPr>
        <w:rStyle w:val="a7"/>
        <w:sz w:val="21"/>
      </w:rPr>
      <w:instrText xml:space="preserve">PAGE  </w:instrText>
    </w:r>
    <w:r w:rsidRPr="007D0134">
      <w:rPr>
        <w:rStyle w:val="a7"/>
        <w:sz w:val="21"/>
      </w:rPr>
      <w:fldChar w:fldCharType="separate"/>
    </w:r>
    <w:r w:rsidR="00EF31DC">
      <w:rPr>
        <w:rStyle w:val="a7"/>
        <w:noProof/>
        <w:sz w:val="21"/>
      </w:rPr>
      <w:t>1</w:t>
    </w:r>
    <w:r w:rsidRPr="007D0134">
      <w:rPr>
        <w:rStyle w:val="a7"/>
        <w:sz w:val="21"/>
      </w:rPr>
      <w:fldChar w:fldCharType="end"/>
    </w:r>
  </w:p>
  <w:p w:rsidR="0077133E" w:rsidRDefault="007713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2E" w:rsidRDefault="006D7F2E">
      <w:r>
        <w:separator/>
      </w:r>
    </w:p>
  </w:footnote>
  <w:footnote w:type="continuationSeparator" w:id="0">
    <w:p w:rsidR="006D7F2E" w:rsidRDefault="006D7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F547C8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EAD23E9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DF0A05A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24A663B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4C3CF53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C9C844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2BEF35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71C04FD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E30D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BE2FF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90E1116"/>
    <w:multiLevelType w:val="multilevel"/>
    <w:tmpl w:val="5A363748"/>
    <w:lvl w:ilvl="0">
      <w:start w:val="1"/>
      <w:numFmt w:val="decimal"/>
      <w:lvlText w:val="%1."/>
      <w:lvlJc w:val="left"/>
      <w:pPr>
        <w:ind w:left="340" w:hanging="34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>
    <w:nsid w:val="2B97083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>
    <w:nsid w:val="362B52C9"/>
    <w:multiLevelType w:val="hybridMultilevel"/>
    <w:tmpl w:val="70AAA42E"/>
    <w:lvl w:ilvl="0" w:tplc="A1140F4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741024A"/>
    <w:multiLevelType w:val="hybridMultilevel"/>
    <w:tmpl w:val="889C67EA"/>
    <w:lvl w:ilvl="0" w:tplc="F5A6927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54E93B93"/>
    <w:multiLevelType w:val="hybridMultilevel"/>
    <w:tmpl w:val="0FB600E0"/>
    <w:lvl w:ilvl="0" w:tplc="80523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774C7B43"/>
    <w:multiLevelType w:val="hybridMultilevel"/>
    <w:tmpl w:val="2692F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D4D377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0"/>
  </w:num>
  <w:num w:numId="14">
    <w:abstractNumId w:val="11"/>
  </w:num>
  <w:num w:numId="15">
    <w:abstractNumId w:val="1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57"/>
    <w:rsid w:val="000B3D6E"/>
    <w:rsid w:val="00101480"/>
    <w:rsid w:val="00171AF6"/>
    <w:rsid w:val="001F0782"/>
    <w:rsid w:val="00206869"/>
    <w:rsid w:val="00217F2B"/>
    <w:rsid w:val="002A3EE5"/>
    <w:rsid w:val="00303124"/>
    <w:rsid w:val="00395502"/>
    <w:rsid w:val="00590507"/>
    <w:rsid w:val="005C058C"/>
    <w:rsid w:val="006165F7"/>
    <w:rsid w:val="0067458B"/>
    <w:rsid w:val="006D7F2E"/>
    <w:rsid w:val="006F2EB9"/>
    <w:rsid w:val="0075211B"/>
    <w:rsid w:val="0077133E"/>
    <w:rsid w:val="00792FDC"/>
    <w:rsid w:val="007D0134"/>
    <w:rsid w:val="008C56EB"/>
    <w:rsid w:val="008E3DF2"/>
    <w:rsid w:val="008F224A"/>
    <w:rsid w:val="00964757"/>
    <w:rsid w:val="00A07CF8"/>
    <w:rsid w:val="00A934C4"/>
    <w:rsid w:val="00AD4960"/>
    <w:rsid w:val="00B65161"/>
    <w:rsid w:val="00B766D8"/>
    <w:rsid w:val="00BA3CD2"/>
    <w:rsid w:val="00DA06AF"/>
    <w:rsid w:val="00E3144D"/>
    <w:rsid w:val="00EA39AA"/>
    <w:rsid w:val="00EF31DC"/>
    <w:rsid w:val="00F0127D"/>
    <w:rsid w:val="00F573A0"/>
    <w:rsid w:val="00FE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267F050-B00D-45B1-855C-5C477E58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Cs w:val="18"/>
    </w:rPr>
  </w:style>
  <w:style w:type="paragraph" w:styleId="a6">
    <w:name w:val="Plain Text"/>
    <w:basedOn w:val="a"/>
    <w:rPr>
      <w:rFonts w:hAnsi="Courier New" w:cs="Courier New"/>
      <w:sz w:val="21"/>
      <w:szCs w:val="21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Courier New"/>
      <w:kern w:val="0"/>
      <w:sz w:val="20"/>
      <w:szCs w:val="20"/>
    </w:rPr>
  </w:style>
  <w:style w:type="character" w:styleId="a7">
    <w:name w:val="page number"/>
    <w:basedOn w:val="a0"/>
    <w:rsid w:val="0077133E"/>
  </w:style>
  <w:style w:type="paragraph" w:styleId="a8">
    <w:name w:val="List Paragraph"/>
    <w:basedOn w:val="a"/>
    <w:uiPriority w:val="34"/>
    <w:qFormat/>
    <w:rsid w:val="00217F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tudent\LOCALS~1\Temp\syllabus-k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B898-CBC6-4660-AE42-D71D6860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syllabus-k.dot</Template>
  <TotalTime>62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情報基礎実習レポート</vt:lpstr>
      <vt:lpstr>情報基礎実習レポート</vt:lpstr>
    </vt:vector>
  </TitlesOfParts>
  <Company>Microsoft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情報基礎実習レポート</dc:title>
  <dc:creator>Student</dc:creator>
  <cp:lastModifiedBy>lumely</cp:lastModifiedBy>
  <cp:revision>11</cp:revision>
  <cp:lastPrinted>2013-06-04T12:14:00Z</cp:lastPrinted>
  <dcterms:created xsi:type="dcterms:W3CDTF">2013-06-02T03:56:00Z</dcterms:created>
  <dcterms:modified xsi:type="dcterms:W3CDTF">2014-06-02T08:12:00Z</dcterms:modified>
</cp:coreProperties>
</file>